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3E2A17" w14:textId="77777777" w:rsidR="00DA0DB5" w:rsidRDefault="00DA0DB5" w:rsidP="00DA0DB5">
      <w:pPr>
        <w:framePr w:w="9582" w:h="1516" w:wrap="notBeside" w:vAnchor="page" w:hAnchor="page" w:x="1793" w:y="2042"/>
      </w:pPr>
    </w:p>
    <w:tbl>
      <w:tblPr>
        <w:tblW w:w="9526" w:type="dxa"/>
        <w:tblCellMar>
          <w:left w:w="0" w:type="dxa"/>
          <w:right w:w="0" w:type="dxa"/>
        </w:tblCellMar>
        <w:tblLook w:val="0000" w:firstRow="0" w:lastRow="0" w:firstColumn="0" w:lastColumn="0" w:noHBand="0" w:noVBand="0"/>
      </w:tblPr>
      <w:tblGrid>
        <w:gridCol w:w="5217"/>
        <w:gridCol w:w="558"/>
        <w:gridCol w:w="3751"/>
      </w:tblGrid>
      <w:tr w:rsidR="00E85637" w14:paraId="3CB1E233" w14:textId="77777777" w:rsidTr="00DA0DB5">
        <w:trPr>
          <w:cantSplit/>
          <w:trHeight w:val="567"/>
        </w:trPr>
        <w:tc>
          <w:tcPr>
            <w:tcW w:w="5217" w:type="dxa"/>
            <w:vMerge w:val="restart"/>
          </w:tcPr>
          <w:p w14:paraId="17FE2081" w14:textId="77777777" w:rsidR="0006167A" w:rsidRDefault="003E6B00" w:rsidP="0008717F">
            <w:pPr>
              <w:framePr w:w="9582" w:h="1516" w:wrap="notBeside" w:vAnchor="page" w:hAnchor="page" w:x="1793" w:y="2042"/>
            </w:pPr>
            <w:r>
              <w:t xml:space="preserve">Hr </w:t>
            </w:r>
            <w:r w:rsidR="0006167A">
              <w:t>Hendrik Sarnet</w:t>
            </w:r>
          </w:p>
          <w:p w14:paraId="0511A7B2" w14:textId="77777777" w:rsidR="0006167A" w:rsidRDefault="0006167A" w:rsidP="0008717F">
            <w:pPr>
              <w:framePr w:w="9582" w:h="1516" w:wrap="notBeside" w:vAnchor="page" w:hAnchor="page" w:x="1793" w:y="2042"/>
            </w:pPr>
            <w:proofErr w:type="spellStart"/>
            <w:r>
              <w:t>Hensar</w:t>
            </w:r>
            <w:proofErr w:type="spellEnd"/>
            <w:r>
              <w:t xml:space="preserve"> OÜ</w:t>
            </w:r>
          </w:p>
          <w:p w14:paraId="7A4F283C" w14:textId="71A956D6" w:rsidR="003E6B00" w:rsidRDefault="00C91906" w:rsidP="0008717F">
            <w:pPr>
              <w:framePr w:w="9582" w:h="1516" w:wrap="notBeside" w:vAnchor="page" w:hAnchor="page" w:x="1793" w:y="2042"/>
            </w:pPr>
            <w:hyperlink r:id="rId10" w:history="1">
              <w:r w:rsidR="0006167A" w:rsidRPr="00FE34AA">
                <w:rPr>
                  <w:rStyle w:val="Hperlink"/>
                </w:rPr>
                <w:t>Sarnet.hendrik@gmail.com</w:t>
              </w:r>
            </w:hyperlink>
            <w:r w:rsidR="0006167A">
              <w:t xml:space="preserve"> </w:t>
            </w:r>
          </w:p>
          <w:p w14:paraId="3B909DF4" w14:textId="087548E8" w:rsidR="00E85637" w:rsidRDefault="00573E3E" w:rsidP="0008717F">
            <w:pPr>
              <w:framePr w:w="9582" w:h="1516" w:wrap="notBeside" w:vAnchor="page" w:hAnchor="page" w:x="1793" w:y="2042"/>
            </w:pPr>
            <w:r>
              <w:t xml:space="preserve">  </w:t>
            </w:r>
          </w:p>
        </w:tc>
        <w:tc>
          <w:tcPr>
            <w:tcW w:w="542" w:type="dxa"/>
            <w:noWrap/>
          </w:tcPr>
          <w:p w14:paraId="36087714" w14:textId="6B4AD1E3" w:rsidR="00E85637" w:rsidRDefault="003E6B00" w:rsidP="0008717F">
            <w:pPr>
              <w:framePr w:w="9582" w:h="1516" w:wrap="notBeside" w:vAnchor="page" w:hAnchor="page" w:x="1793" w:y="2042"/>
            </w:pPr>
            <w:r>
              <w:t xml:space="preserve">Teie </w:t>
            </w:r>
          </w:p>
        </w:tc>
        <w:tc>
          <w:tcPr>
            <w:tcW w:w="3767" w:type="dxa"/>
            <w:tcMar>
              <w:left w:w="85" w:type="dxa"/>
            </w:tcMar>
          </w:tcPr>
          <w:p w14:paraId="7DCD0125" w14:textId="625F9373" w:rsidR="00E85637" w:rsidRDefault="0006167A" w:rsidP="0008717F">
            <w:pPr>
              <w:framePr w:w="9582" w:h="1516" w:wrap="notBeside" w:vAnchor="page" w:hAnchor="page" w:x="1793" w:y="2042"/>
            </w:pPr>
            <w:r>
              <w:t>22</w:t>
            </w:r>
            <w:r w:rsidR="003E6B00">
              <w:t>.</w:t>
            </w:r>
            <w:r w:rsidR="00573E3E">
              <w:t>02</w:t>
            </w:r>
            <w:r w:rsidR="003E6B00">
              <w:t>.202</w:t>
            </w:r>
            <w:r w:rsidR="00573E3E">
              <w:t>3</w:t>
            </w:r>
            <w:r w:rsidR="003E6B00">
              <w:t xml:space="preserve"> </w:t>
            </w:r>
          </w:p>
        </w:tc>
      </w:tr>
      <w:tr w:rsidR="003E6B00" w14:paraId="6A9196DF" w14:textId="77777777" w:rsidTr="00DA0DB5">
        <w:trPr>
          <w:cantSplit/>
          <w:trHeight w:val="743"/>
        </w:trPr>
        <w:tc>
          <w:tcPr>
            <w:tcW w:w="5217" w:type="dxa"/>
            <w:vMerge/>
          </w:tcPr>
          <w:p w14:paraId="0F3F9ED0" w14:textId="77777777" w:rsidR="003E6B00" w:rsidRDefault="003E6B00" w:rsidP="0008717F">
            <w:pPr>
              <w:framePr w:w="9582" w:h="1516" w:wrap="notBeside" w:vAnchor="page" w:hAnchor="page" w:x="1793" w:y="2042"/>
            </w:pPr>
          </w:p>
        </w:tc>
        <w:tc>
          <w:tcPr>
            <w:tcW w:w="542" w:type="dxa"/>
            <w:noWrap/>
          </w:tcPr>
          <w:p w14:paraId="16BC54B3" w14:textId="5F3B2389" w:rsidR="003E6B00" w:rsidRDefault="003E6B00" w:rsidP="0008717F">
            <w:pPr>
              <w:framePr w:w="9582" w:h="1516" w:wrap="notBeside" w:vAnchor="page" w:hAnchor="page" w:x="1793" w:y="2042"/>
            </w:pPr>
            <w:r>
              <w:t>Meie</w:t>
            </w:r>
          </w:p>
        </w:tc>
        <w:tc>
          <w:tcPr>
            <w:tcW w:w="3767" w:type="dxa"/>
            <w:tcMar>
              <w:left w:w="85" w:type="dxa"/>
            </w:tcMar>
          </w:tcPr>
          <w:p w14:paraId="1D4607E5" w14:textId="77777777" w:rsidR="003E6B00" w:rsidRDefault="003E6B00" w:rsidP="0008717F">
            <w:pPr>
              <w:framePr w:w="9582" w:h="1516" w:wrap="notBeside" w:vAnchor="page" w:hAnchor="page" w:x="1793" w:y="2042"/>
            </w:pPr>
            <w:r>
              <w:t>(digitaalallkirja kuupäev)</w:t>
            </w:r>
          </w:p>
          <w:p w14:paraId="520A2746" w14:textId="108932B3" w:rsidR="003E6B00" w:rsidRDefault="003E6B00" w:rsidP="0008717F">
            <w:pPr>
              <w:framePr w:w="9582" w:h="1516" w:wrap="notBeside" w:vAnchor="page" w:hAnchor="page" w:x="1793" w:y="2042"/>
            </w:pPr>
            <w:r>
              <w:t>nr 3-1.1/202</w:t>
            </w:r>
            <w:r w:rsidR="00573E3E">
              <w:t>3</w:t>
            </w:r>
            <w:r>
              <w:t>/</w:t>
            </w:r>
            <w:r w:rsidR="0006167A">
              <w:t>1230</w:t>
            </w:r>
          </w:p>
        </w:tc>
      </w:tr>
      <w:tr w:rsidR="003E6B00" w14:paraId="2E70C694" w14:textId="77777777" w:rsidTr="00DA0DB5">
        <w:trPr>
          <w:cantSplit/>
          <w:trHeight w:hRule="exact" w:val="23"/>
        </w:trPr>
        <w:tc>
          <w:tcPr>
            <w:tcW w:w="5217" w:type="dxa"/>
          </w:tcPr>
          <w:p w14:paraId="6E55DF2C" w14:textId="77777777" w:rsidR="003E6B00" w:rsidRDefault="003E6B00" w:rsidP="0008717F">
            <w:pPr>
              <w:framePr w:w="9582" w:h="1516" w:wrap="notBeside" w:vAnchor="page" w:hAnchor="page" w:x="1793" w:y="2042"/>
            </w:pPr>
            <w:r>
              <w:t>XXXXXXXXXXXXXXXXXXXXXXXXXXXXX</w:t>
            </w:r>
            <w:r>
              <w:rPr>
                <w:sz w:val="18"/>
              </w:rPr>
              <w:t>X</w:t>
            </w:r>
          </w:p>
        </w:tc>
        <w:tc>
          <w:tcPr>
            <w:tcW w:w="542" w:type="dxa"/>
            <w:noWrap/>
          </w:tcPr>
          <w:p w14:paraId="6F5F85FB" w14:textId="77777777" w:rsidR="003E6B00" w:rsidRDefault="003E6B00" w:rsidP="0008717F">
            <w:pPr>
              <w:framePr w:w="9582" w:h="1516" w:wrap="notBeside" w:vAnchor="page" w:hAnchor="page" w:x="1793" w:y="2042"/>
            </w:pPr>
            <w:r>
              <w:t>XX</w:t>
            </w:r>
            <w:r>
              <w:rPr>
                <w:sz w:val="22"/>
              </w:rPr>
              <w:t>X</w:t>
            </w:r>
          </w:p>
        </w:tc>
        <w:tc>
          <w:tcPr>
            <w:tcW w:w="3767" w:type="dxa"/>
          </w:tcPr>
          <w:p w14:paraId="3EA3D6B5" w14:textId="77777777" w:rsidR="003E6B00" w:rsidRDefault="003E6B00" w:rsidP="0008717F">
            <w:pPr>
              <w:framePr w:w="9582" w:h="1516" w:wrap="notBeside" w:vAnchor="page" w:hAnchor="page" w:x="1793" w:y="2042"/>
            </w:pPr>
          </w:p>
        </w:tc>
      </w:tr>
    </w:tbl>
    <w:p w14:paraId="377EFA07" w14:textId="77777777" w:rsidR="00E85637" w:rsidRDefault="00E85637" w:rsidP="0008717F">
      <w:pPr>
        <w:framePr w:w="9582" w:h="1516" w:wrap="notBeside" w:vAnchor="page" w:hAnchor="page" w:x="1793" w:y="2042"/>
        <w:rPr>
          <w:sz w:val="12"/>
        </w:rPr>
      </w:pPr>
    </w:p>
    <w:p w14:paraId="1D4AA55A" w14:textId="77777777" w:rsidR="00E85637" w:rsidRDefault="00E85637">
      <w:pPr>
        <w:rPr>
          <w:spacing w:val="0"/>
          <w:position w:val="0"/>
          <w:sz w:val="20"/>
        </w:rPr>
      </w:pPr>
    </w:p>
    <w:p w14:paraId="53B63A1F" w14:textId="77777777" w:rsidR="00E85637" w:rsidRDefault="003A08B0">
      <w:pPr>
        <w:framePr w:w="9639" w:h="851" w:wrap="around" w:vAnchor="page" w:hAnchor="page" w:x="1702" w:y="625"/>
        <w:rPr>
          <w:spacing w:val="0"/>
          <w:position w:val="0"/>
        </w:rPr>
      </w:pPr>
      <w:r>
        <w:rPr>
          <w:noProof/>
          <w:spacing w:val="0"/>
          <w:position w:val="0"/>
          <w:lang w:val="en-US"/>
        </w:rPr>
        <w:drawing>
          <wp:inline distT="0" distB="0" distL="0" distR="0" wp14:anchorId="6190364A" wp14:editId="747FA054">
            <wp:extent cx="6040543" cy="638431"/>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1">
                      <a:extLst>
                        <a:ext uri="{28A0092B-C50C-407E-A947-70E740481C1C}">
                          <a14:useLocalDpi xmlns:a14="http://schemas.microsoft.com/office/drawing/2010/main" val="0"/>
                        </a:ext>
                      </a:extLst>
                    </a:blip>
                    <a:stretch>
                      <a:fillRect/>
                    </a:stretch>
                  </pic:blipFill>
                  <pic:spPr>
                    <a:xfrm>
                      <a:off x="0" y="0"/>
                      <a:ext cx="6040543" cy="638431"/>
                    </a:xfrm>
                    <a:prstGeom prst="rect">
                      <a:avLst/>
                    </a:prstGeom>
                  </pic:spPr>
                </pic:pic>
              </a:graphicData>
            </a:graphic>
          </wp:inline>
        </w:drawing>
      </w:r>
    </w:p>
    <w:p w14:paraId="6988CF7C" w14:textId="77777777" w:rsidR="0008717F" w:rsidRDefault="0008717F" w:rsidP="00A5791E">
      <w:pPr>
        <w:pStyle w:val="Pealkiri1"/>
        <w:rPr>
          <w:szCs w:val="24"/>
        </w:rPr>
      </w:pPr>
    </w:p>
    <w:p w14:paraId="46FBA711" w14:textId="3459867A" w:rsidR="00A5791E" w:rsidRPr="0006167A" w:rsidRDefault="00A5791E" w:rsidP="00A5791E">
      <w:pPr>
        <w:pStyle w:val="Pealkiri1"/>
        <w:rPr>
          <w:szCs w:val="24"/>
        </w:rPr>
      </w:pPr>
      <w:r w:rsidRPr="0006167A">
        <w:rPr>
          <w:szCs w:val="24"/>
        </w:rPr>
        <w:t xml:space="preserve">Vastus </w:t>
      </w:r>
      <w:r w:rsidR="00573E3E" w:rsidRPr="0006167A">
        <w:rPr>
          <w:szCs w:val="24"/>
        </w:rPr>
        <w:t xml:space="preserve">reaalservituudi seadmise </w:t>
      </w:r>
      <w:r w:rsidRPr="0006167A">
        <w:rPr>
          <w:szCs w:val="24"/>
        </w:rPr>
        <w:t xml:space="preserve"> taotlusele</w:t>
      </w:r>
    </w:p>
    <w:p w14:paraId="2354A326" w14:textId="77777777" w:rsidR="00A5791E" w:rsidRPr="0006167A" w:rsidRDefault="00A5791E" w:rsidP="00A5791E">
      <w:pPr>
        <w:rPr>
          <w:szCs w:val="24"/>
        </w:rPr>
      </w:pPr>
    </w:p>
    <w:p w14:paraId="6F0B890C" w14:textId="77777777" w:rsidR="0008717F" w:rsidRPr="0006167A" w:rsidRDefault="0008717F" w:rsidP="00A5791E">
      <w:pPr>
        <w:rPr>
          <w:b/>
          <w:bCs/>
          <w:szCs w:val="24"/>
        </w:rPr>
      </w:pPr>
    </w:p>
    <w:p w14:paraId="13E14559" w14:textId="44680DBE" w:rsidR="00904EEB" w:rsidRDefault="0006167A" w:rsidP="00904EEB">
      <w:pPr>
        <w:pStyle w:val="Normaallaadveeb"/>
        <w:spacing w:before="0" w:beforeAutospacing="0" w:after="0" w:afterAutospacing="0"/>
        <w:jc w:val="both"/>
        <w:rPr>
          <w:rFonts w:ascii="Times New Roman" w:eastAsia="Times New Roman" w:hAnsi="Times New Roman" w:cs="Times New Roman"/>
          <w:color w:val="auto"/>
          <w:lang w:val="et-EE"/>
        </w:rPr>
      </w:pPr>
      <w:r w:rsidRPr="0006167A">
        <w:rPr>
          <w:rFonts w:ascii="Times New Roman" w:eastAsia="Times New Roman" w:hAnsi="Times New Roman" w:cs="Times New Roman"/>
          <w:color w:val="auto"/>
          <w:lang w:val="et-EE"/>
        </w:rPr>
        <w:t xml:space="preserve">Olete </w:t>
      </w:r>
      <w:proofErr w:type="spellStart"/>
      <w:r w:rsidRPr="0006167A">
        <w:rPr>
          <w:rFonts w:ascii="Times New Roman" w:eastAsia="Times New Roman" w:hAnsi="Times New Roman" w:cs="Times New Roman"/>
          <w:color w:val="auto"/>
          <w:lang w:val="et-EE"/>
        </w:rPr>
        <w:t>Hensar</w:t>
      </w:r>
      <w:proofErr w:type="spellEnd"/>
      <w:r w:rsidRPr="0006167A">
        <w:rPr>
          <w:rFonts w:ascii="Times New Roman" w:eastAsia="Times New Roman" w:hAnsi="Times New Roman" w:cs="Times New Roman"/>
          <w:color w:val="auto"/>
          <w:lang w:val="et-EE"/>
        </w:rPr>
        <w:t xml:space="preserve"> OÜ nimel </w:t>
      </w:r>
      <w:r w:rsidR="00904EEB" w:rsidRPr="00875AB1">
        <w:rPr>
          <w:rFonts w:ascii="Times New Roman" w:eastAsia="Times New Roman" w:hAnsi="Times New Roman" w:cs="Times New Roman"/>
          <w:color w:val="auto"/>
          <w:lang w:val="et-EE"/>
        </w:rPr>
        <w:t xml:space="preserve">pöördunud Riigimetsa Majandamise Keskuse (edaspidi RMK) poole seoses juurdepääsuõiguse saamisega </w:t>
      </w:r>
      <w:r w:rsidR="00904EEB">
        <w:rPr>
          <w:rFonts w:ascii="Times New Roman" w:eastAsia="Times New Roman" w:hAnsi="Times New Roman" w:cs="Times New Roman"/>
          <w:color w:val="auto"/>
          <w:lang w:val="et-EE"/>
        </w:rPr>
        <w:t>Saare</w:t>
      </w:r>
      <w:r w:rsidR="00904EEB" w:rsidRPr="0006167A">
        <w:rPr>
          <w:rFonts w:ascii="Times New Roman" w:eastAsia="Times New Roman" w:hAnsi="Times New Roman" w:cs="Times New Roman"/>
          <w:color w:val="auto"/>
          <w:lang w:val="et-EE"/>
        </w:rPr>
        <w:t xml:space="preserve"> maakonnas </w:t>
      </w:r>
      <w:r w:rsidR="00904EEB">
        <w:rPr>
          <w:rFonts w:ascii="Times New Roman" w:eastAsia="Times New Roman" w:hAnsi="Times New Roman" w:cs="Times New Roman"/>
          <w:color w:val="auto"/>
          <w:lang w:val="et-EE"/>
        </w:rPr>
        <w:t>Saaremaa</w:t>
      </w:r>
      <w:r w:rsidR="00904EEB" w:rsidRPr="0006167A">
        <w:rPr>
          <w:rFonts w:ascii="Times New Roman" w:eastAsia="Times New Roman" w:hAnsi="Times New Roman" w:cs="Times New Roman"/>
          <w:color w:val="auto"/>
          <w:lang w:val="et-EE"/>
        </w:rPr>
        <w:t xml:space="preserve"> vallas </w:t>
      </w:r>
      <w:proofErr w:type="spellStart"/>
      <w:r w:rsidR="00904EEB">
        <w:rPr>
          <w:rFonts w:ascii="Times New Roman" w:eastAsia="Times New Roman" w:hAnsi="Times New Roman" w:cs="Times New Roman"/>
          <w:color w:val="auto"/>
          <w:lang w:val="et-EE"/>
        </w:rPr>
        <w:t>Nõmpa</w:t>
      </w:r>
      <w:proofErr w:type="spellEnd"/>
      <w:r w:rsidR="00904EEB">
        <w:rPr>
          <w:rFonts w:ascii="Times New Roman" w:eastAsia="Times New Roman" w:hAnsi="Times New Roman" w:cs="Times New Roman"/>
          <w:color w:val="auto"/>
          <w:lang w:val="et-EE"/>
        </w:rPr>
        <w:t xml:space="preserve"> külas</w:t>
      </w:r>
      <w:r w:rsidR="00904EEB" w:rsidRPr="0006167A">
        <w:rPr>
          <w:rFonts w:ascii="Times New Roman" w:eastAsia="Times New Roman" w:hAnsi="Times New Roman" w:cs="Times New Roman"/>
          <w:color w:val="auto"/>
          <w:lang w:val="et-EE"/>
        </w:rPr>
        <w:t xml:space="preserve"> asuva</w:t>
      </w:r>
      <w:r w:rsidR="00904EEB">
        <w:rPr>
          <w:rFonts w:ascii="Times New Roman" w:eastAsia="Times New Roman" w:hAnsi="Times New Roman" w:cs="Times New Roman"/>
          <w:color w:val="auto"/>
          <w:lang w:val="et-EE"/>
        </w:rPr>
        <w:t xml:space="preserve">le Ristiküla tee kinnisasjale (kinnistu registriosa nr 3826934, katastritunnus 37301:001:0810). </w:t>
      </w:r>
      <w:r w:rsidR="00904EEB" w:rsidRPr="00875AB1">
        <w:rPr>
          <w:rFonts w:ascii="Times New Roman" w:eastAsia="Times New Roman" w:hAnsi="Times New Roman" w:cs="Times New Roman"/>
          <w:color w:val="auto"/>
          <w:lang w:val="et-EE"/>
        </w:rPr>
        <w:t xml:space="preserve"> Juurdepääsu soovite üle riigile kuuluva </w:t>
      </w:r>
      <w:r w:rsidR="00904EEB">
        <w:rPr>
          <w:rFonts w:ascii="Times New Roman" w:eastAsia="Times New Roman" w:hAnsi="Times New Roman" w:cs="Times New Roman"/>
          <w:color w:val="auto"/>
          <w:lang w:val="et-EE"/>
        </w:rPr>
        <w:t>Saare m</w:t>
      </w:r>
      <w:r w:rsidR="00904EEB" w:rsidRPr="00875AB1">
        <w:rPr>
          <w:rFonts w:ascii="Times New Roman" w:eastAsia="Times New Roman" w:hAnsi="Times New Roman" w:cs="Times New Roman"/>
          <w:color w:val="auto"/>
          <w:lang w:val="et-EE"/>
        </w:rPr>
        <w:t xml:space="preserve">aakonnas </w:t>
      </w:r>
      <w:r w:rsidR="00904EEB">
        <w:rPr>
          <w:rFonts w:ascii="Times New Roman" w:eastAsia="Times New Roman" w:hAnsi="Times New Roman" w:cs="Times New Roman"/>
          <w:color w:val="auto"/>
          <w:lang w:val="et-EE"/>
        </w:rPr>
        <w:t>Saaremaa</w:t>
      </w:r>
      <w:r w:rsidR="00904EEB" w:rsidRPr="00875AB1">
        <w:rPr>
          <w:rFonts w:ascii="Times New Roman" w:eastAsia="Times New Roman" w:hAnsi="Times New Roman" w:cs="Times New Roman"/>
          <w:color w:val="auto"/>
          <w:lang w:val="et-EE"/>
        </w:rPr>
        <w:t xml:space="preserve"> vallas </w:t>
      </w:r>
      <w:r w:rsidR="00904EEB">
        <w:rPr>
          <w:rFonts w:ascii="Times New Roman" w:eastAsia="Times New Roman" w:hAnsi="Times New Roman" w:cs="Times New Roman"/>
          <w:color w:val="auto"/>
          <w:lang w:val="et-EE"/>
        </w:rPr>
        <w:t xml:space="preserve">Paikülas asuva Kihelkonna metskond 40 </w:t>
      </w:r>
      <w:r w:rsidR="00904EEB" w:rsidRPr="00875AB1">
        <w:rPr>
          <w:rFonts w:ascii="Times New Roman" w:eastAsia="Times New Roman" w:hAnsi="Times New Roman" w:cs="Times New Roman"/>
          <w:color w:val="auto"/>
          <w:lang w:val="et-EE"/>
        </w:rPr>
        <w:t xml:space="preserve">kinnisasja (kinnistu registriosa nr </w:t>
      </w:r>
      <w:r w:rsidR="00904EEB">
        <w:rPr>
          <w:rFonts w:ascii="Times New Roman" w:eastAsia="Times New Roman" w:hAnsi="Times New Roman" w:cs="Times New Roman"/>
          <w:color w:val="auto"/>
          <w:lang w:val="et-EE"/>
        </w:rPr>
        <w:t>11511550,</w:t>
      </w:r>
      <w:r w:rsidR="00904EEB" w:rsidRPr="00875AB1">
        <w:rPr>
          <w:rFonts w:ascii="Times New Roman" w:eastAsia="Times New Roman" w:hAnsi="Times New Roman" w:cs="Times New Roman"/>
          <w:color w:val="auto"/>
          <w:lang w:val="et-EE"/>
        </w:rPr>
        <w:t xml:space="preserve"> katastritunnus </w:t>
      </w:r>
      <w:r w:rsidR="00904EEB">
        <w:rPr>
          <w:rFonts w:ascii="Times New Roman" w:eastAsia="Times New Roman" w:hAnsi="Times New Roman" w:cs="Times New Roman"/>
          <w:color w:val="auto"/>
          <w:lang w:val="et-EE"/>
        </w:rPr>
        <w:t>37301:001:0188</w:t>
      </w:r>
      <w:r w:rsidR="00904EEB" w:rsidRPr="00875AB1">
        <w:rPr>
          <w:rFonts w:ascii="Times New Roman" w:eastAsia="Times New Roman" w:hAnsi="Times New Roman" w:cs="Times New Roman"/>
          <w:color w:val="auto"/>
          <w:lang w:val="et-EE"/>
        </w:rPr>
        <w:t xml:space="preserve">), mille valitseja on Keskkonnaministeerium ja volitatud asutus RMK. </w:t>
      </w:r>
    </w:p>
    <w:p w14:paraId="66E3F8AE" w14:textId="52C81010" w:rsidR="001F6BB4" w:rsidRDefault="001F6BB4" w:rsidP="00904EEB">
      <w:pPr>
        <w:pStyle w:val="Normaallaadveeb"/>
        <w:spacing w:before="0" w:beforeAutospacing="0" w:after="0" w:afterAutospacing="0"/>
        <w:jc w:val="both"/>
        <w:rPr>
          <w:rFonts w:ascii="Times New Roman" w:eastAsia="Times New Roman" w:hAnsi="Times New Roman" w:cs="Times New Roman"/>
          <w:color w:val="auto"/>
          <w:lang w:val="et-EE"/>
        </w:rPr>
      </w:pPr>
    </w:p>
    <w:p w14:paraId="601D2262" w14:textId="7CAEE337" w:rsidR="001F6BB4" w:rsidRPr="001F6BB4" w:rsidRDefault="001F6BB4" w:rsidP="00904EEB">
      <w:pPr>
        <w:pStyle w:val="Normaallaadveeb"/>
        <w:spacing w:before="0" w:beforeAutospacing="0" w:after="0" w:afterAutospacing="0"/>
        <w:jc w:val="both"/>
        <w:rPr>
          <w:i/>
          <w:iCs/>
        </w:rPr>
      </w:pPr>
      <w:r w:rsidRPr="001F6BB4">
        <w:rPr>
          <w:rFonts w:ascii="Times New Roman" w:eastAsia="Times New Roman" w:hAnsi="Times New Roman" w:cs="Times New Roman"/>
          <w:i/>
          <w:iCs/>
          <w:color w:val="auto"/>
          <w:lang w:val="et-EE"/>
        </w:rPr>
        <w:t>Juhime tähelepanu asjaolule, et Ristiküla tee kinnisasi on kaasomandis, kuid kõikide omanike soov servituudi seadmiseks ei ole RMK-</w:t>
      </w:r>
      <w:proofErr w:type="spellStart"/>
      <w:r w:rsidRPr="001F6BB4">
        <w:rPr>
          <w:rFonts w:ascii="Times New Roman" w:eastAsia="Times New Roman" w:hAnsi="Times New Roman" w:cs="Times New Roman"/>
          <w:i/>
          <w:iCs/>
          <w:color w:val="auto"/>
          <w:lang w:val="et-EE"/>
        </w:rPr>
        <w:t>ni</w:t>
      </w:r>
      <w:proofErr w:type="spellEnd"/>
      <w:r w:rsidRPr="001F6BB4">
        <w:rPr>
          <w:rFonts w:ascii="Times New Roman" w:eastAsia="Times New Roman" w:hAnsi="Times New Roman" w:cs="Times New Roman"/>
          <w:i/>
          <w:iCs/>
          <w:color w:val="auto"/>
          <w:lang w:val="et-EE"/>
        </w:rPr>
        <w:t xml:space="preserve"> jõudnud.</w:t>
      </w:r>
    </w:p>
    <w:p w14:paraId="189B429E" w14:textId="33F6B37C" w:rsidR="00053A52" w:rsidRPr="0006167A" w:rsidRDefault="00053A52" w:rsidP="00053A52">
      <w:pPr>
        <w:spacing w:before="100" w:beforeAutospacing="1" w:after="100" w:afterAutospacing="1"/>
        <w:jc w:val="both"/>
        <w:rPr>
          <w:rFonts w:eastAsia="Arial Unicode MS"/>
          <w:color w:val="000000"/>
          <w:spacing w:val="0"/>
          <w:position w:val="0"/>
          <w:szCs w:val="24"/>
        </w:rPr>
      </w:pPr>
      <w:r w:rsidRPr="0006167A">
        <w:rPr>
          <w:spacing w:val="0"/>
          <w:position w:val="0"/>
          <w:szCs w:val="24"/>
        </w:rPr>
        <w:t>Selgitame, et v</w:t>
      </w:r>
      <w:r w:rsidRPr="0006167A">
        <w:rPr>
          <w:rFonts w:eastAsia="Arial Unicode MS"/>
          <w:color w:val="000000"/>
          <w:spacing w:val="0"/>
          <w:position w:val="0"/>
          <w:szCs w:val="24"/>
        </w:rPr>
        <w:t xml:space="preserve">astavalt asjaõigusseaduse (edaspidi AÕS) §-le 156 on omanikul, kelle kinnisasjale puudub vajalik juurdepääs avalikult kasutatavalt teelt või kinnisasja eraldi seisvalt osalt, õigus nõuda juurdepääsu üle võõra kinnisasja. Juurdepääsu asukoht, kasutamise tähtaeg ja tasu määratakse kokkuleppel. Kui kokkulepet ei saavutata, määrab juurdepääsu ja selle kasutamise tasu kohus. Juurdepääsu määramisel tuleb arvestada koormatava kinnisasja omaniku huve. Kinnisasja omanikul ei ole õigust juurdepääsu nõuda, kui senine ühendus avalikult kasutatava teega või kinnisasja osade vahel on katkenud tema tahtel. </w:t>
      </w:r>
    </w:p>
    <w:p w14:paraId="548D5270" w14:textId="34D47A76" w:rsidR="001F6BB4" w:rsidRDefault="001F6BB4" w:rsidP="001F6BB4">
      <w:pPr>
        <w:pStyle w:val="Normaallaadveeb"/>
        <w:jc w:val="both"/>
        <w:rPr>
          <w:rFonts w:ascii="Times New Roman" w:hAnsi="Times New Roman" w:cs="Times New Roman"/>
          <w:lang w:val="et-EE"/>
        </w:rPr>
      </w:pPr>
      <w:r w:rsidRPr="00F36698">
        <w:rPr>
          <w:rFonts w:ascii="Times New Roman" w:hAnsi="Times New Roman" w:cs="Times New Roman"/>
          <w:lang w:val="et-EE"/>
        </w:rPr>
        <w:t xml:space="preserve">Teatame, et RMK on põhimõtteliselt nõus koormama </w:t>
      </w:r>
      <w:r>
        <w:rPr>
          <w:rFonts w:ascii="Times New Roman" w:hAnsi="Times New Roman" w:cs="Times New Roman"/>
          <w:lang w:val="et-EE"/>
        </w:rPr>
        <w:t>Kihelkonna</w:t>
      </w:r>
      <w:r>
        <w:rPr>
          <w:rFonts w:ascii="Times New Roman" w:hAnsi="Times New Roman" w:cs="Times New Roman"/>
          <w:lang w:val="et-EE"/>
        </w:rPr>
        <w:t xml:space="preserve"> metskond </w:t>
      </w:r>
      <w:r>
        <w:rPr>
          <w:rFonts w:ascii="Times New Roman" w:hAnsi="Times New Roman" w:cs="Times New Roman"/>
          <w:lang w:val="et-EE"/>
        </w:rPr>
        <w:t>40</w:t>
      </w:r>
      <w:r>
        <w:rPr>
          <w:rFonts w:ascii="Times New Roman" w:hAnsi="Times New Roman" w:cs="Times New Roman"/>
          <w:lang w:val="et-EE"/>
        </w:rPr>
        <w:t xml:space="preserve"> </w:t>
      </w:r>
      <w:r w:rsidRPr="00F36698">
        <w:rPr>
          <w:rFonts w:ascii="Times New Roman" w:hAnsi="Times New Roman" w:cs="Times New Roman"/>
          <w:lang w:val="et-EE"/>
        </w:rPr>
        <w:t>kinnisasja vastavalt AÕS § 173 lg 1 sätestatule (notariaalselt tõestatud asjaõigusleping)</w:t>
      </w:r>
      <w:r>
        <w:rPr>
          <w:rFonts w:ascii="Times New Roman" w:hAnsi="Times New Roman" w:cs="Times New Roman"/>
          <w:lang w:val="et-EE"/>
        </w:rPr>
        <w:t xml:space="preserve">. </w:t>
      </w:r>
    </w:p>
    <w:p w14:paraId="38D6489F" w14:textId="77777777" w:rsidR="001F6BB4" w:rsidRPr="004A19D4" w:rsidRDefault="001F6BB4" w:rsidP="001F6BB4">
      <w:pPr>
        <w:jc w:val="both"/>
        <w:rPr>
          <w:szCs w:val="24"/>
        </w:rPr>
      </w:pPr>
      <w:r w:rsidRPr="004A19D4">
        <w:rPr>
          <w:szCs w:val="24"/>
        </w:rPr>
        <w:t xml:space="preserve">Selgitame, et </w:t>
      </w:r>
      <w:r>
        <w:rPr>
          <w:szCs w:val="24"/>
        </w:rPr>
        <w:t xml:space="preserve">riigile kuuluva </w:t>
      </w:r>
      <w:r w:rsidRPr="004A19D4">
        <w:rPr>
          <w:szCs w:val="24"/>
        </w:rPr>
        <w:t xml:space="preserve">kinnisasja kasutusse andmisel ja kinnisasja koormamisel lähtutakse metsaseaduses, riigivaraseaduses, RMK põhimääruses ja teistes õigusaktides sätestatud korrast ja tingimustest.    </w:t>
      </w:r>
    </w:p>
    <w:p w14:paraId="0FACDBF9" w14:textId="77777777" w:rsidR="001F6BB4" w:rsidRPr="004A19D4" w:rsidRDefault="001F6BB4" w:rsidP="001F6BB4">
      <w:pPr>
        <w:jc w:val="both"/>
        <w:rPr>
          <w:spacing w:val="0"/>
          <w:position w:val="0"/>
          <w:szCs w:val="24"/>
        </w:rPr>
      </w:pPr>
    </w:p>
    <w:p w14:paraId="757F9B9F" w14:textId="4ED530B5" w:rsidR="001F6BB4" w:rsidRDefault="001F6BB4" w:rsidP="001F6BB4">
      <w:pPr>
        <w:jc w:val="both"/>
        <w:rPr>
          <w:spacing w:val="0"/>
          <w:position w:val="0"/>
          <w:szCs w:val="24"/>
        </w:rPr>
      </w:pPr>
      <w:r w:rsidRPr="004A19D4">
        <w:rPr>
          <w:spacing w:val="0"/>
          <w:position w:val="0"/>
          <w:szCs w:val="24"/>
        </w:rPr>
        <w:t xml:space="preserve">Vastavalt riigivaraseaduse § 2 lg 4 järgi riigitulundusasutuse (selleks on RMK) valduses oleva riigivara valitsemisel kohaldatakse riigivaraseadust tema kohta eriseaduses sätestatud erisusi arvestades. Metsaseaduse § 53 lg 1 järgi on RMK vara riigivara valitseja poolt RMK valdusesse antud ning RMK enda tegevuse tulemusena tekkinud ja omandatud kinnis- ja vallasasjad ning rahaliselt hinnatavad õigused ja kohustused. Metsaseaduse § 58 lg 1 järgi antakse vara (ka kinnisasju) kasutusse tasu eest. Tasu suurus ei tohi olla väiksem vara kasutusse andmisel saadava tasu harilikust väärtusest. See tähendab, et reaalservituudi teostamine on tasuline. Tasu suurus on 0,03 €/m² </w:t>
      </w:r>
      <w:r w:rsidRPr="008C4588">
        <w:rPr>
          <w:spacing w:val="0"/>
          <w:position w:val="0"/>
          <w:szCs w:val="24"/>
        </w:rPr>
        <w:t>aastas, millele</w:t>
      </w:r>
      <w:r w:rsidRPr="004A19D4">
        <w:rPr>
          <w:spacing w:val="0"/>
          <w:position w:val="0"/>
          <w:szCs w:val="24"/>
        </w:rPr>
        <w:t xml:space="preserve"> lisandub käibemaks. Lisaks tuleb kasutajal tasuda kõik tee kasutamisega seotud seadusest tulenevad maksud</w:t>
      </w:r>
      <w:r>
        <w:rPr>
          <w:spacing w:val="0"/>
          <w:position w:val="0"/>
          <w:szCs w:val="24"/>
        </w:rPr>
        <w:t xml:space="preserve"> (maamaks)</w:t>
      </w:r>
      <w:r w:rsidRPr="004A19D4">
        <w:rPr>
          <w:spacing w:val="0"/>
          <w:position w:val="0"/>
          <w:szCs w:val="24"/>
        </w:rPr>
        <w:t>, kõrvalkulud ja koormised</w:t>
      </w:r>
      <w:r>
        <w:rPr>
          <w:spacing w:val="0"/>
          <w:position w:val="0"/>
          <w:szCs w:val="24"/>
        </w:rPr>
        <w:t xml:space="preserve"> proportsionaalselt kasutusala ulatusega</w:t>
      </w:r>
      <w:r w:rsidRPr="004A19D4">
        <w:rPr>
          <w:spacing w:val="0"/>
          <w:position w:val="0"/>
          <w:szCs w:val="24"/>
        </w:rPr>
        <w:t>. Samuti teostab kasutaja omal kulul kõiki töid, mis on vajalikud juurdepääsutee rajamiseks, kasutamiseks ja hooldamiseks. Tehtud kulutusi RMK ei kompenseeri.</w:t>
      </w:r>
    </w:p>
    <w:p w14:paraId="3B821D7F" w14:textId="77777777" w:rsidR="001F6BB4" w:rsidRDefault="001F6BB4" w:rsidP="001F6BB4">
      <w:pPr>
        <w:jc w:val="both"/>
        <w:rPr>
          <w:spacing w:val="0"/>
          <w:position w:val="0"/>
          <w:szCs w:val="24"/>
        </w:rPr>
      </w:pPr>
      <w:r>
        <w:rPr>
          <w:spacing w:val="0"/>
          <w:position w:val="0"/>
          <w:szCs w:val="24"/>
        </w:rPr>
        <w:t>Tee ehituseks vajalik projekt tuleb kooskõlastada RMK-</w:t>
      </w:r>
      <w:proofErr w:type="spellStart"/>
      <w:r>
        <w:rPr>
          <w:spacing w:val="0"/>
          <w:position w:val="0"/>
          <w:szCs w:val="24"/>
        </w:rPr>
        <w:t>ga</w:t>
      </w:r>
      <w:proofErr w:type="spellEnd"/>
      <w:r>
        <w:rPr>
          <w:spacing w:val="0"/>
          <w:position w:val="0"/>
          <w:szCs w:val="24"/>
        </w:rPr>
        <w:t xml:space="preserve"> enne ehituse algust ja tal on õigus seada tingimusi.</w:t>
      </w:r>
    </w:p>
    <w:p w14:paraId="09B258FF" w14:textId="77777777" w:rsidR="001F6BB4" w:rsidRDefault="001F6BB4" w:rsidP="001F6BB4">
      <w:pPr>
        <w:pStyle w:val="Default"/>
        <w:ind w:left="720"/>
        <w:jc w:val="both"/>
      </w:pPr>
    </w:p>
    <w:p w14:paraId="1A0CE988" w14:textId="2208BDDA" w:rsidR="001F6BB4" w:rsidRDefault="001F6BB4" w:rsidP="001F6BB4">
      <w:pPr>
        <w:pStyle w:val="Default"/>
        <w:jc w:val="both"/>
      </w:pPr>
      <w:r>
        <w:t>Juhul, kui tee ehituseks on vajalik metsa raiuda, peate sellest soovist RMK-d teavitama vähemalt 60 päeva enne tööde alumist kirjalikult või elektrooniliselt. Puit kuulub RMK-</w:t>
      </w:r>
      <w:proofErr w:type="spellStart"/>
      <w:r>
        <w:t>le</w:t>
      </w:r>
      <w:proofErr w:type="spellEnd"/>
      <w:r>
        <w:t xml:space="preserve">.  </w:t>
      </w:r>
      <w:r>
        <w:t>Ristiküla tee</w:t>
      </w:r>
      <w:r>
        <w:t xml:space="preserve"> kinnisasja omanikul on kohustus </w:t>
      </w:r>
      <w:r w:rsidRPr="00F9030C">
        <w:t>hüvitada RMK-</w:t>
      </w:r>
      <w:proofErr w:type="spellStart"/>
      <w:r w:rsidRPr="00F9030C">
        <w:t>le</w:t>
      </w:r>
      <w:proofErr w:type="spellEnd"/>
      <w:r w:rsidRPr="00F9030C">
        <w:t xml:space="preserve"> tee ehitamisega seotud kasvava metsa raiega seonduvad kulud (raie, </w:t>
      </w:r>
      <w:proofErr w:type="spellStart"/>
      <w:r w:rsidRPr="00F9030C">
        <w:t>kokkuvedu</w:t>
      </w:r>
      <w:proofErr w:type="spellEnd"/>
      <w:r w:rsidRPr="00F9030C">
        <w:t>, ladustamine)</w:t>
      </w:r>
      <w:r>
        <w:t>.</w:t>
      </w:r>
      <w:r w:rsidRPr="00F9030C">
        <w:t xml:space="preserve"> </w:t>
      </w:r>
    </w:p>
    <w:p w14:paraId="7C67D766" w14:textId="4D1FB6EF" w:rsidR="001F6BB4" w:rsidRDefault="001F6BB4" w:rsidP="001F6BB4">
      <w:pPr>
        <w:pStyle w:val="Normaallaadveeb"/>
        <w:jc w:val="both"/>
        <w:rPr>
          <w:rFonts w:ascii="Times New Roman" w:hAnsi="Times New Roman" w:cs="Times New Roman"/>
          <w:lang w:val="et-EE"/>
        </w:rPr>
      </w:pPr>
      <w:r w:rsidRPr="00166652">
        <w:rPr>
          <w:rFonts w:ascii="Times New Roman" w:hAnsi="Times New Roman" w:cs="Times New Roman"/>
          <w:lang w:val="et-EE"/>
        </w:rPr>
        <w:t xml:space="preserve">Juhul, kui Te ikkagi soovite servituudi seadmist, palume Teil reaalservituudi seadmise soovi kinnitada, saates </w:t>
      </w:r>
      <w:r>
        <w:rPr>
          <w:rFonts w:ascii="Times New Roman" w:hAnsi="Times New Roman" w:cs="Times New Roman"/>
          <w:lang w:val="et-EE"/>
        </w:rPr>
        <w:t xml:space="preserve">kõikide kaasomanike </w:t>
      </w:r>
      <w:r w:rsidRPr="00166652">
        <w:rPr>
          <w:rFonts w:ascii="Times New Roman" w:hAnsi="Times New Roman" w:cs="Times New Roman"/>
          <w:lang w:val="et-EE"/>
        </w:rPr>
        <w:t xml:space="preserve">sellekohane e-kiri RMK maaõiguse spetsialist Urve </w:t>
      </w:r>
      <w:proofErr w:type="spellStart"/>
      <w:r w:rsidRPr="00166652">
        <w:rPr>
          <w:rFonts w:ascii="Times New Roman" w:hAnsi="Times New Roman" w:cs="Times New Roman"/>
          <w:lang w:val="et-EE"/>
        </w:rPr>
        <w:t>Jõgile</w:t>
      </w:r>
      <w:proofErr w:type="spellEnd"/>
      <w:r w:rsidRPr="00166652">
        <w:rPr>
          <w:rFonts w:ascii="Times New Roman" w:hAnsi="Times New Roman" w:cs="Times New Roman"/>
          <w:lang w:val="et-EE"/>
        </w:rPr>
        <w:t xml:space="preserve"> (</w:t>
      </w:r>
      <w:hyperlink r:id="rId12" w:history="1">
        <w:r w:rsidRPr="00166652">
          <w:rPr>
            <w:rStyle w:val="Hperlink"/>
            <w:rFonts w:ascii="Times New Roman" w:hAnsi="Times New Roman" w:cs="Times New Roman"/>
            <w:lang w:val="et-EE"/>
          </w:rPr>
          <w:t>urve.jogi@rmk.ee</w:t>
        </w:r>
      </w:hyperlink>
      <w:r w:rsidRPr="00166652">
        <w:rPr>
          <w:rFonts w:ascii="Times New Roman" w:hAnsi="Times New Roman" w:cs="Times New Roman"/>
          <w:lang w:val="et-EE"/>
        </w:rPr>
        <w:t xml:space="preserve">). </w:t>
      </w:r>
    </w:p>
    <w:p w14:paraId="717C2C56" w14:textId="77777777" w:rsidR="00A5791E" w:rsidRPr="0006167A" w:rsidRDefault="00A5791E" w:rsidP="00A5791E">
      <w:pPr>
        <w:rPr>
          <w:szCs w:val="24"/>
        </w:rPr>
      </w:pPr>
      <w:r w:rsidRPr="0006167A">
        <w:rPr>
          <w:szCs w:val="24"/>
        </w:rPr>
        <w:fldChar w:fldCharType="begin">
          <w:ffData>
            <w:name w:val="Text33"/>
            <w:enabled/>
            <w:calcOnExit w:val="0"/>
            <w:helpText w:type="text" w:val="Siia kirjutage tervitusvormel.&#10;&#10;Näiteks: Lugupidamisega&#10;&#10;Seejärel liikuge Tab klahviga järgmisele väljale."/>
            <w:statusText w:type="text" w:val="Siia kirjutage tervitusvormel (vt F1)"/>
            <w:textInput>
              <w:default w:val="Lugupidamisega"/>
            </w:textInput>
          </w:ffData>
        </w:fldChar>
      </w:r>
      <w:r w:rsidRPr="0006167A">
        <w:rPr>
          <w:szCs w:val="24"/>
        </w:rPr>
        <w:instrText xml:space="preserve"> FORMTEXT </w:instrText>
      </w:r>
      <w:r w:rsidRPr="0006167A">
        <w:rPr>
          <w:szCs w:val="24"/>
        </w:rPr>
      </w:r>
      <w:r w:rsidRPr="0006167A">
        <w:rPr>
          <w:szCs w:val="24"/>
        </w:rPr>
        <w:fldChar w:fldCharType="separate"/>
      </w:r>
      <w:r w:rsidRPr="0006167A">
        <w:rPr>
          <w:noProof/>
          <w:szCs w:val="24"/>
        </w:rPr>
        <w:t>Lugupidamisega</w:t>
      </w:r>
      <w:r w:rsidRPr="0006167A">
        <w:rPr>
          <w:szCs w:val="24"/>
        </w:rPr>
        <w:fldChar w:fldCharType="end"/>
      </w:r>
    </w:p>
    <w:p w14:paraId="43BDE464" w14:textId="77777777" w:rsidR="00A5791E" w:rsidRPr="0006167A" w:rsidRDefault="00A5791E" w:rsidP="00A5791E">
      <w:pPr>
        <w:rPr>
          <w:szCs w:val="24"/>
        </w:rPr>
      </w:pPr>
    </w:p>
    <w:p w14:paraId="78B27824" w14:textId="77777777" w:rsidR="001F6BB4" w:rsidRDefault="001F6BB4" w:rsidP="00A5791E">
      <w:pPr>
        <w:rPr>
          <w:spacing w:val="0"/>
          <w:position w:val="0"/>
          <w:szCs w:val="24"/>
        </w:rPr>
      </w:pPr>
    </w:p>
    <w:p w14:paraId="1218540A" w14:textId="54B9D879" w:rsidR="00A5791E" w:rsidRPr="0006167A" w:rsidRDefault="00A5791E" w:rsidP="00A5791E">
      <w:pPr>
        <w:rPr>
          <w:spacing w:val="0"/>
          <w:position w:val="0"/>
          <w:szCs w:val="24"/>
        </w:rPr>
      </w:pPr>
      <w:r w:rsidRPr="0006167A">
        <w:rPr>
          <w:spacing w:val="0"/>
          <w:position w:val="0"/>
          <w:szCs w:val="24"/>
        </w:rPr>
        <w:t>(allkirjastatud digitaalselt)</w:t>
      </w:r>
    </w:p>
    <w:p w14:paraId="4A5CC01A" w14:textId="77777777" w:rsidR="00A5791E" w:rsidRPr="0006167A" w:rsidRDefault="00A5791E" w:rsidP="00A5791E">
      <w:pPr>
        <w:rPr>
          <w:szCs w:val="24"/>
        </w:rPr>
      </w:pPr>
    </w:p>
    <w:p w14:paraId="369711B4" w14:textId="77777777" w:rsidR="001F6BB4" w:rsidRDefault="001F6BB4" w:rsidP="00A5791E">
      <w:pPr>
        <w:rPr>
          <w:szCs w:val="24"/>
        </w:rPr>
      </w:pPr>
    </w:p>
    <w:p w14:paraId="768F9784" w14:textId="77777777" w:rsidR="001F6BB4" w:rsidRDefault="001F6BB4" w:rsidP="00A5791E">
      <w:pPr>
        <w:rPr>
          <w:szCs w:val="24"/>
        </w:rPr>
      </w:pPr>
    </w:p>
    <w:p w14:paraId="06B5A0BE" w14:textId="5C8F0A6B" w:rsidR="00A5791E" w:rsidRPr="0006167A" w:rsidRDefault="00A5791E" w:rsidP="00A5791E">
      <w:pPr>
        <w:rPr>
          <w:szCs w:val="24"/>
        </w:rPr>
      </w:pPr>
      <w:r w:rsidRPr="0006167A">
        <w:rPr>
          <w:szCs w:val="24"/>
        </w:rPr>
        <w:t>Andres Sepp</w:t>
      </w:r>
    </w:p>
    <w:p w14:paraId="00E4477C" w14:textId="77777777" w:rsidR="00A5791E" w:rsidRPr="0006167A" w:rsidRDefault="00A5791E" w:rsidP="00A5791E">
      <w:pPr>
        <w:rPr>
          <w:szCs w:val="24"/>
        </w:rPr>
      </w:pPr>
      <w:r w:rsidRPr="0006167A">
        <w:rPr>
          <w:szCs w:val="24"/>
        </w:rPr>
        <w:t>Peametsaülem</w:t>
      </w:r>
    </w:p>
    <w:p w14:paraId="509704D6" w14:textId="77777777" w:rsidR="00A5791E" w:rsidRPr="0006167A" w:rsidRDefault="00A5791E" w:rsidP="00A5791E">
      <w:pPr>
        <w:rPr>
          <w:szCs w:val="24"/>
        </w:rPr>
      </w:pPr>
      <w:r w:rsidRPr="0006167A">
        <w:rPr>
          <w:szCs w:val="24"/>
        </w:rPr>
        <w:t xml:space="preserve">Metsaosakond </w:t>
      </w:r>
    </w:p>
    <w:p w14:paraId="4CA166B3" w14:textId="77777777" w:rsidR="00A5791E" w:rsidRPr="0006167A" w:rsidRDefault="00A5791E" w:rsidP="00A5791E">
      <w:pPr>
        <w:rPr>
          <w:szCs w:val="24"/>
        </w:rPr>
      </w:pPr>
    </w:p>
    <w:p w14:paraId="1251F068" w14:textId="77777777" w:rsidR="001F6BB4" w:rsidRDefault="001F6BB4" w:rsidP="00DA0DB5">
      <w:pPr>
        <w:rPr>
          <w:szCs w:val="24"/>
        </w:rPr>
      </w:pPr>
    </w:p>
    <w:p w14:paraId="19A154AA" w14:textId="77777777" w:rsidR="001F6BB4" w:rsidRDefault="001F6BB4" w:rsidP="00DA0DB5">
      <w:pPr>
        <w:rPr>
          <w:szCs w:val="24"/>
        </w:rPr>
      </w:pPr>
    </w:p>
    <w:p w14:paraId="0D7E6C5D" w14:textId="77777777" w:rsidR="001F6BB4" w:rsidRDefault="001F6BB4" w:rsidP="00DA0DB5">
      <w:pPr>
        <w:rPr>
          <w:szCs w:val="24"/>
        </w:rPr>
      </w:pPr>
    </w:p>
    <w:p w14:paraId="6A1D1D33" w14:textId="77777777" w:rsidR="001F6BB4" w:rsidRDefault="001F6BB4" w:rsidP="00DA0DB5">
      <w:pPr>
        <w:rPr>
          <w:szCs w:val="24"/>
        </w:rPr>
      </w:pPr>
    </w:p>
    <w:p w14:paraId="714E52BF" w14:textId="77777777" w:rsidR="001F6BB4" w:rsidRDefault="001F6BB4" w:rsidP="00DA0DB5">
      <w:pPr>
        <w:rPr>
          <w:szCs w:val="24"/>
        </w:rPr>
      </w:pPr>
    </w:p>
    <w:p w14:paraId="4F62E617" w14:textId="77777777" w:rsidR="00C91906" w:rsidRPr="00A41001" w:rsidRDefault="00C91906" w:rsidP="00C91906">
      <w:pPr>
        <w:rPr>
          <w:szCs w:val="24"/>
        </w:rPr>
      </w:pPr>
      <w:r w:rsidRPr="00A41001">
        <w:rPr>
          <w:szCs w:val="24"/>
        </w:rPr>
        <w:t xml:space="preserve">Jaan </w:t>
      </w:r>
      <w:proofErr w:type="spellStart"/>
      <w:r w:rsidRPr="00A41001">
        <w:rPr>
          <w:szCs w:val="24"/>
        </w:rPr>
        <w:t>Prants</w:t>
      </w:r>
      <w:proofErr w:type="spellEnd"/>
    </w:p>
    <w:p w14:paraId="2021DC98" w14:textId="77777777" w:rsidR="00C91906" w:rsidRPr="00A41001" w:rsidRDefault="00C91906" w:rsidP="00C91906">
      <w:pPr>
        <w:rPr>
          <w:szCs w:val="24"/>
        </w:rPr>
      </w:pPr>
      <w:r w:rsidRPr="00A41001">
        <w:rPr>
          <w:szCs w:val="24"/>
        </w:rPr>
        <w:t xml:space="preserve">5053706 </w:t>
      </w:r>
      <w:hyperlink r:id="rId13" w:history="1">
        <w:r w:rsidRPr="00A41001">
          <w:rPr>
            <w:rStyle w:val="Hperlink"/>
            <w:szCs w:val="24"/>
          </w:rPr>
          <w:t>jaan.prants@rmk.ee</w:t>
        </w:r>
      </w:hyperlink>
    </w:p>
    <w:p w14:paraId="5E60490E" w14:textId="77777777" w:rsidR="00DA0DB5" w:rsidRPr="0006167A" w:rsidRDefault="00DA0DB5" w:rsidP="00DA0DB5">
      <w:pPr>
        <w:rPr>
          <w:szCs w:val="24"/>
        </w:rPr>
      </w:pPr>
    </w:p>
    <w:p w14:paraId="1DCF12FF" w14:textId="3842C7AD" w:rsidR="00DA0DB5" w:rsidRPr="0006167A" w:rsidRDefault="00DA0DB5" w:rsidP="00DA0DB5">
      <w:pPr>
        <w:rPr>
          <w:szCs w:val="24"/>
        </w:rPr>
      </w:pPr>
      <w:r w:rsidRPr="0006167A">
        <w:rPr>
          <w:szCs w:val="24"/>
        </w:rPr>
        <w:t>Urve Jõgi</w:t>
      </w:r>
    </w:p>
    <w:p w14:paraId="2CF58230" w14:textId="6DEAD89F" w:rsidR="00356C40" w:rsidRPr="0006167A" w:rsidRDefault="00DA0DB5">
      <w:pPr>
        <w:rPr>
          <w:szCs w:val="24"/>
        </w:rPr>
      </w:pPr>
      <w:r w:rsidRPr="0006167A">
        <w:rPr>
          <w:szCs w:val="24"/>
        </w:rPr>
        <w:t xml:space="preserve">566 33867 </w:t>
      </w:r>
      <w:hyperlink r:id="rId14" w:history="1">
        <w:r w:rsidRPr="0006167A">
          <w:rPr>
            <w:rStyle w:val="Hperlink"/>
            <w:szCs w:val="24"/>
          </w:rPr>
          <w:t>urve.jogi@rmk.ee</w:t>
        </w:r>
      </w:hyperlink>
      <w:r w:rsidRPr="0006167A">
        <w:rPr>
          <w:szCs w:val="24"/>
        </w:rPr>
        <w:t xml:space="preserve"> </w:t>
      </w:r>
      <w:hyperlink r:id="rId15" w:history="1"/>
      <w:r w:rsidRPr="0006167A">
        <w:rPr>
          <w:szCs w:val="24"/>
        </w:rPr>
        <w:t xml:space="preserve"> </w:t>
      </w:r>
    </w:p>
    <w:sectPr w:rsidR="00356C40" w:rsidRPr="0006167A" w:rsidSect="00FC61B2">
      <w:footerReference w:type="default" r:id="rId16"/>
      <w:headerReference w:type="first" r:id="rId17"/>
      <w:footerReference w:type="first" r:id="rId18"/>
      <w:type w:val="continuous"/>
      <w:pgSz w:w="11906" w:h="16838" w:code="9"/>
      <w:pgMar w:top="907" w:right="1133" w:bottom="737" w:left="1701" w:header="454"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2CAD7D" w14:textId="77777777" w:rsidR="00A22619" w:rsidRDefault="00A22619">
      <w:r>
        <w:separator/>
      </w:r>
    </w:p>
  </w:endnote>
  <w:endnote w:type="continuationSeparator" w:id="0">
    <w:p w14:paraId="72BBF96A" w14:textId="77777777" w:rsidR="00A22619" w:rsidRDefault="00A226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Unicode MS">
    <w:altName w:val="Arial"/>
    <w:panose1 w:val="020B0604020202020204"/>
    <w:charset w:val="00"/>
    <w:family w:val="roman"/>
    <w:notTrueType/>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76BD2" w14:textId="77777777" w:rsidR="00E85637" w:rsidRDefault="00E85637">
    <w:pPr>
      <w:jc w:val="center"/>
      <w:rPr>
        <w:spacing w:val="0"/>
        <w:position w:val="0"/>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53054" w14:textId="77777777" w:rsidR="00E85637" w:rsidRDefault="00E85637">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36A27C" w14:textId="77777777" w:rsidR="00A22619" w:rsidRDefault="00A22619">
      <w:r>
        <w:separator/>
      </w:r>
    </w:p>
  </w:footnote>
  <w:footnote w:type="continuationSeparator" w:id="0">
    <w:p w14:paraId="19B70CBD" w14:textId="77777777" w:rsidR="00A22619" w:rsidRDefault="00A226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B165B" w14:textId="77777777" w:rsidR="00E85637" w:rsidRDefault="00E85637">
    <w:pPr>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944DC"/>
    <w:multiLevelType w:val="multilevel"/>
    <w:tmpl w:val="BD945E1E"/>
    <w:lvl w:ilvl="0">
      <w:start w:val="1"/>
      <w:numFmt w:val="decimal"/>
      <w:pStyle w:val="Numbering"/>
      <w:lvlText w:val="%1."/>
      <w:lvlJc w:val="right"/>
      <w:pPr>
        <w:tabs>
          <w:tab w:val="num" w:pos="340"/>
        </w:tabs>
        <w:ind w:left="340" w:hanging="56"/>
      </w:pPr>
    </w:lvl>
    <w:lvl w:ilvl="1">
      <w:start w:val="1"/>
      <w:numFmt w:val="decimal"/>
      <w:lvlText w:val="%1.%2."/>
      <w:lvlJc w:val="right"/>
      <w:pPr>
        <w:tabs>
          <w:tab w:val="num" w:pos="851"/>
        </w:tabs>
        <w:ind w:left="851" w:hanging="57"/>
      </w:pPr>
    </w:lvl>
    <w:lvl w:ilvl="2">
      <w:start w:val="1"/>
      <w:numFmt w:val="decimal"/>
      <w:lvlText w:val="%1.%2.%3."/>
      <w:lvlJc w:val="right"/>
      <w:pPr>
        <w:tabs>
          <w:tab w:val="num" w:pos="1531"/>
        </w:tabs>
        <w:ind w:left="1531" w:hanging="57"/>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num w:numId="1" w16cid:durableId="452213634">
    <w:abstractNumId w:val="0"/>
  </w:num>
  <w:num w:numId="2" w16cid:durableId="1368919193">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documentProtection w:edit="forms" w:enforcement="0"/>
  <w:defaultTabStop w:val="68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2619"/>
    <w:rsid w:val="00053A52"/>
    <w:rsid w:val="00057FC6"/>
    <w:rsid w:val="0006167A"/>
    <w:rsid w:val="0008717F"/>
    <w:rsid w:val="000D31BC"/>
    <w:rsid w:val="000E5220"/>
    <w:rsid w:val="0015432F"/>
    <w:rsid w:val="00154746"/>
    <w:rsid w:val="00187A2D"/>
    <w:rsid w:val="001956F4"/>
    <w:rsid w:val="001C7A3A"/>
    <w:rsid w:val="001D139F"/>
    <w:rsid w:val="001D2972"/>
    <w:rsid w:val="001E574A"/>
    <w:rsid w:val="001F6BB4"/>
    <w:rsid w:val="00231DFB"/>
    <w:rsid w:val="00260104"/>
    <w:rsid w:val="002E6ECE"/>
    <w:rsid w:val="00326150"/>
    <w:rsid w:val="00356C40"/>
    <w:rsid w:val="003A08B0"/>
    <w:rsid w:val="003B651D"/>
    <w:rsid w:val="003C72BD"/>
    <w:rsid w:val="003E6B00"/>
    <w:rsid w:val="00436506"/>
    <w:rsid w:val="00472518"/>
    <w:rsid w:val="00491E34"/>
    <w:rsid w:val="0051772A"/>
    <w:rsid w:val="00573E3E"/>
    <w:rsid w:val="005F7BE2"/>
    <w:rsid w:val="00603643"/>
    <w:rsid w:val="00632D52"/>
    <w:rsid w:val="006A1BAF"/>
    <w:rsid w:val="00704BBF"/>
    <w:rsid w:val="007B7275"/>
    <w:rsid w:val="007D5A39"/>
    <w:rsid w:val="007E0D20"/>
    <w:rsid w:val="007F482F"/>
    <w:rsid w:val="007F68A8"/>
    <w:rsid w:val="00801AF7"/>
    <w:rsid w:val="00845FCB"/>
    <w:rsid w:val="008B1038"/>
    <w:rsid w:val="008C0A3A"/>
    <w:rsid w:val="008C1DB8"/>
    <w:rsid w:val="008D465E"/>
    <w:rsid w:val="00904EEB"/>
    <w:rsid w:val="00922CFB"/>
    <w:rsid w:val="009D3F3A"/>
    <w:rsid w:val="00A13B4E"/>
    <w:rsid w:val="00A22619"/>
    <w:rsid w:val="00A5791E"/>
    <w:rsid w:val="00A9445B"/>
    <w:rsid w:val="00AA6DA9"/>
    <w:rsid w:val="00B11C97"/>
    <w:rsid w:val="00B7608B"/>
    <w:rsid w:val="00BF0803"/>
    <w:rsid w:val="00C32B5E"/>
    <w:rsid w:val="00C52479"/>
    <w:rsid w:val="00C67247"/>
    <w:rsid w:val="00C70DF2"/>
    <w:rsid w:val="00C91906"/>
    <w:rsid w:val="00CB440F"/>
    <w:rsid w:val="00CF0857"/>
    <w:rsid w:val="00CF2094"/>
    <w:rsid w:val="00DA0DB5"/>
    <w:rsid w:val="00E64FF2"/>
    <w:rsid w:val="00E85637"/>
    <w:rsid w:val="00EC5BAE"/>
    <w:rsid w:val="00EF2513"/>
    <w:rsid w:val="00F04FCF"/>
    <w:rsid w:val="00F06E62"/>
    <w:rsid w:val="00F74F0E"/>
    <w:rsid w:val="00F85803"/>
    <w:rsid w:val="00F94062"/>
    <w:rsid w:val="00FC61B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A2BAB80"/>
  <w15:docId w15:val="{871E93E3-4506-4FE2-B3DA-94AA4A056F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allaad">
    <w:name w:val="Normal"/>
    <w:qFormat/>
    <w:rPr>
      <w:spacing w:val="2"/>
      <w:position w:val="6"/>
      <w:sz w:val="24"/>
      <w:lang w:eastAsia="en-US"/>
    </w:rPr>
  </w:style>
  <w:style w:type="paragraph" w:styleId="Pealkiri1">
    <w:name w:val="heading 1"/>
    <w:basedOn w:val="Normaallaad"/>
    <w:next w:val="Normaallaad"/>
    <w:qFormat/>
    <w:pPr>
      <w:keepNext/>
      <w:outlineLvl w:val="0"/>
    </w:pPr>
    <w:rPr>
      <w:b/>
      <w:kern w:val="28"/>
    </w:rPr>
  </w:style>
  <w:style w:type="paragraph" w:styleId="Pealkiri2">
    <w:name w:val="heading 2"/>
    <w:aliases w:val="(sama)"/>
    <w:basedOn w:val="Normaallaad"/>
    <w:next w:val="Normaallaad"/>
    <w:qFormat/>
    <w:pPr>
      <w:keepNext/>
      <w:outlineLvl w:val="1"/>
    </w:pPr>
    <w:rPr>
      <w:b/>
    </w:rPr>
  </w:style>
  <w:style w:type="paragraph" w:styleId="Pealkiri3">
    <w:name w:val="heading 3"/>
    <w:aliases w:val="( sama)"/>
    <w:basedOn w:val="Normaallaad"/>
    <w:next w:val="Normaallaad"/>
    <w:qFormat/>
    <w:pPr>
      <w:keepNext/>
      <w:outlineLvl w:val="2"/>
    </w:pPr>
    <w:rPr>
      <w:b/>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alus">
    <w:name w:val="footer"/>
    <w:basedOn w:val="Normaallaad"/>
    <w:semiHidden/>
    <w:rPr>
      <w:spacing w:val="0"/>
      <w:position w:val="0"/>
      <w:sz w:val="20"/>
    </w:rPr>
  </w:style>
  <w:style w:type="paragraph" w:customStyle="1" w:styleId="Numbering">
    <w:name w:val="Numbering"/>
    <w:basedOn w:val="Normaallaad"/>
    <w:pPr>
      <w:numPr>
        <w:numId w:val="1"/>
      </w:numPr>
    </w:pPr>
  </w:style>
  <w:style w:type="paragraph" w:customStyle="1" w:styleId="Bulleting">
    <w:name w:val="Bulleting."/>
    <w:basedOn w:val="Normaallaad"/>
    <w:pPr>
      <w:numPr>
        <w:numId w:val="2"/>
      </w:numPr>
      <w:tabs>
        <w:tab w:val="clear" w:pos="360"/>
      </w:tabs>
    </w:pPr>
  </w:style>
  <w:style w:type="paragraph" w:styleId="Pis">
    <w:name w:val="header"/>
    <w:basedOn w:val="Normaallaad"/>
    <w:semiHidden/>
    <w:pPr>
      <w:jc w:val="center"/>
    </w:pPr>
    <w:rPr>
      <w:spacing w:val="0"/>
      <w:position w:val="0"/>
      <w:sz w:val="20"/>
    </w:rPr>
  </w:style>
  <w:style w:type="paragraph" w:styleId="Pealdis">
    <w:name w:val="caption"/>
    <w:basedOn w:val="Normaallaad"/>
    <w:next w:val="Normaallaad"/>
    <w:qFormat/>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z w:val="17"/>
    </w:rPr>
  </w:style>
  <w:style w:type="paragraph" w:styleId="Jutumullitekst">
    <w:name w:val="Balloon Text"/>
    <w:basedOn w:val="Normaallaad"/>
    <w:link w:val="JutumullitekstMrk"/>
    <w:uiPriority w:val="99"/>
    <w:semiHidden/>
    <w:unhideWhenUsed/>
    <w:rsid w:val="00C52479"/>
    <w:rPr>
      <w:rFonts w:ascii="Tahoma" w:hAnsi="Tahoma" w:cs="Tahoma"/>
      <w:sz w:val="16"/>
      <w:szCs w:val="16"/>
    </w:rPr>
  </w:style>
  <w:style w:type="character" w:customStyle="1" w:styleId="JutumullitekstMrk">
    <w:name w:val="Jutumullitekst Märk"/>
    <w:basedOn w:val="Liguvaikefont"/>
    <w:link w:val="Jutumullitekst"/>
    <w:uiPriority w:val="99"/>
    <w:semiHidden/>
    <w:rsid w:val="00C52479"/>
    <w:rPr>
      <w:rFonts w:ascii="Tahoma" w:hAnsi="Tahoma" w:cs="Tahoma"/>
      <w:spacing w:val="2"/>
      <w:position w:val="6"/>
      <w:sz w:val="16"/>
      <w:szCs w:val="16"/>
      <w:lang w:eastAsia="en-US"/>
    </w:rPr>
  </w:style>
  <w:style w:type="paragraph" w:styleId="Redaktsioon">
    <w:name w:val="Revision"/>
    <w:hidden/>
    <w:uiPriority w:val="99"/>
    <w:semiHidden/>
    <w:rsid w:val="007F68A8"/>
    <w:rPr>
      <w:spacing w:val="2"/>
      <w:position w:val="6"/>
      <w:sz w:val="24"/>
      <w:lang w:eastAsia="en-US"/>
    </w:rPr>
  </w:style>
  <w:style w:type="character" w:styleId="Hperlink">
    <w:name w:val="Hyperlink"/>
    <w:basedOn w:val="Liguvaikefont"/>
    <w:uiPriority w:val="99"/>
    <w:unhideWhenUsed/>
    <w:rsid w:val="003E6B00"/>
    <w:rPr>
      <w:color w:val="0000FF" w:themeColor="hyperlink"/>
      <w:u w:val="single"/>
    </w:rPr>
  </w:style>
  <w:style w:type="character" w:styleId="Lahendamatamainimine">
    <w:name w:val="Unresolved Mention"/>
    <w:basedOn w:val="Liguvaikefont"/>
    <w:uiPriority w:val="99"/>
    <w:rsid w:val="003E6B00"/>
    <w:rPr>
      <w:color w:val="605E5C"/>
      <w:shd w:val="clear" w:color="auto" w:fill="E1DFDD"/>
    </w:rPr>
  </w:style>
  <w:style w:type="paragraph" w:styleId="Normaallaadveeb">
    <w:name w:val="Normal (Web)"/>
    <w:basedOn w:val="Normaallaad"/>
    <w:rsid w:val="00A5791E"/>
    <w:pPr>
      <w:spacing w:before="100" w:beforeAutospacing="1" w:after="100" w:afterAutospacing="1"/>
    </w:pPr>
    <w:rPr>
      <w:rFonts w:ascii="Arial Unicode MS" w:eastAsia="Arial Unicode MS" w:hAnsi="Arial Unicode MS" w:cs="Arial Unicode MS"/>
      <w:color w:val="000000"/>
      <w:spacing w:val="0"/>
      <w:position w:val="0"/>
      <w:szCs w:val="24"/>
      <w:lang w:val="en-US"/>
    </w:rPr>
  </w:style>
  <w:style w:type="paragraph" w:customStyle="1" w:styleId="Default">
    <w:name w:val="Default"/>
    <w:rsid w:val="00603643"/>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jaan.prants@rmk.ee"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urve.jogi@rmk.ee"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hyperlink" Target="mailto:andrus.kevvai@rmk.ee" TargetMode="External"/><Relationship Id="rId10" Type="http://schemas.openxmlformats.org/officeDocument/2006/relationships/hyperlink" Target="mailto:Sarnet.hendrik@gmail.com"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urve.jogi@rmk.e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rvej\Downloads\kirjaplank%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FC9471881EDC4AAEEBB0B0854962E5" ma:contentTypeVersion="13" ma:contentTypeDescription="Create a new document." ma:contentTypeScope="" ma:versionID="f4233b74c268416c2ad526a41af0faea">
  <xsd:schema xmlns:xsd="http://www.w3.org/2001/XMLSchema" xmlns:xs="http://www.w3.org/2001/XMLSchema" xmlns:p="http://schemas.microsoft.com/office/2006/metadata/properties" xmlns:ns2="57a10775-02b0-4b31-8d2b-97d8352c7476" xmlns:ns3="eb588d3b-b930-4488-b359-741503acaa24" targetNamespace="http://schemas.microsoft.com/office/2006/metadata/properties" ma:root="true" ma:fieldsID="ba6ffef2f113d47cdb228453c2be201d" ns2:_="" ns3:_="">
    <xsd:import namespace="57a10775-02b0-4b31-8d2b-97d8352c7476"/>
    <xsd:import namespace="eb588d3b-b930-4488-b359-741503acaa2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LengthInSeconds"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a10775-02b0-4b31-8d2b-97d8352c747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ea7711c9-4b03-4155-86dd-4888dbd2893b}" ma:internalName="TaxCatchAll" ma:showField="CatchAllData" ma:web="57a10775-02b0-4b31-8d2b-97d8352c747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b588d3b-b930-4488-b359-741503acaa2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f2f010f5-e7d9-4309-8ca3-d636afa623d8"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61FB6D-4A58-415E-B594-083292DD1558}">
  <ds:schemaRefs>
    <ds:schemaRef ds:uri="http://schemas.microsoft.com/sharepoint/v3/contenttype/forms"/>
  </ds:schemaRefs>
</ds:datastoreItem>
</file>

<file path=customXml/itemProps2.xml><?xml version="1.0" encoding="utf-8"?>
<ds:datastoreItem xmlns:ds="http://schemas.openxmlformats.org/officeDocument/2006/customXml" ds:itemID="{7215C46D-9942-49F7-BB3C-44D59A994F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a10775-02b0-4b31-8d2b-97d8352c7476"/>
    <ds:schemaRef ds:uri="eb588d3b-b930-4488-b359-741503acaa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4DB815B-0E6F-184A-BDAD-EB7948C0C2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kirjaplank (1)</Template>
  <TotalTime>99</TotalTime>
  <Pages>2</Pages>
  <Words>452</Words>
  <Characters>3503</Characters>
  <Application>Microsoft Office Word</Application>
  <DocSecurity>0</DocSecurity>
  <Lines>29</Lines>
  <Paragraphs>7</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DF</Company>
  <LinksUpToDate>false</LinksUpToDate>
  <CharactersWithSpaces>3948</CharactersWithSpaces>
  <SharedDoc>false</SharedDoc>
  <HLinks>
    <vt:vector size="6" baseType="variant">
      <vt:variant>
        <vt:i4>786512</vt:i4>
      </vt:variant>
      <vt:variant>
        <vt:i4>1880</vt:i4>
      </vt:variant>
      <vt:variant>
        <vt:i4>1025</vt:i4>
      </vt:variant>
      <vt:variant>
        <vt:i4>1</vt:i4>
      </vt:variant>
      <vt:variant>
        <vt:lpwstr>tykid_kiri\RMK_peakontor_ek.gif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MS Office 2016(TM) file templates</dc:subject>
  <dc:creator>Urve Jõgi</dc:creator>
  <dc:description>Ver 6.0, 11.2018</dc:description>
  <cp:lastModifiedBy>Urve Jõgi</cp:lastModifiedBy>
  <cp:revision>11</cp:revision>
  <cp:lastPrinted>2023-03-20T13:48:00Z</cp:lastPrinted>
  <dcterms:created xsi:type="dcterms:W3CDTF">2023-03-22T12:44:00Z</dcterms:created>
  <dcterms:modified xsi:type="dcterms:W3CDTF">2023-04-17T06:59:00Z</dcterms:modified>
</cp:coreProperties>
</file>